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783BC5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3DD916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4CB3DB2" w:rsidRDefault="0071620A" w14:paraId="661EF10E" w14:textId="030CA6BD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04CB3DB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4CB3DB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4CB3DB2" w:rsidR="00760C6F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04CB3DB2" w:rsidR="50776049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4CB3DB2" w:rsidR="00760C6F">
        <w:rPr>
          <w:rFonts w:ascii="Corbel" w:hAnsi="Corbel"/>
          <w:i w:val="1"/>
          <w:iCs w:val="1"/>
          <w:smallCaps w:val="1"/>
          <w:sz w:val="24"/>
          <w:szCs w:val="24"/>
        </w:rPr>
        <w:t>23-2024/</w:t>
      </w:r>
      <w:r w:rsidRPr="04CB3DB2" w:rsidR="0DE662E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4CB3DB2" w:rsidR="00760C6F">
        <w:rPr>
          <w:rFonts w:ascii="Corbel" w:hAnsi="Corbel"/>
          <w:i w:val="1"/>
          <w:iCs w:val="1"/>
          <w:smallCaps w:val="1"/>
          <w:sz w:val="24"/>
          <w:szCs w:val="24"/>
        </w:rPr>
        <w:t>25</w:t>
      </w:r>
    </w:p>
    <w:p w:rsidR="0085747A" w:rsidP="00EA4832" w:rsidRDefault="00EA4832" w14:paraId="4C12967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023B1D9" w14:textId="2D7244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760C6F">
        <w:rPr>
          <w:rFonts w:ascii="Corbel" w:hAnsi="Corbel"/>
          <w:sz w:val="20"/>
          <w:szCs w:val="20"/>
        </w:rPr>
        <w:t>2022/</w:t>
      </w:r>
      <w:r w:rsidR="77DA72D5">
        <w:rPr>
          <w:rFonts w:ascii="Corbel" w:hAnsi="Corbel"/>
          <w:sz w:val="20"/>
          <w:szCs w:val="20"/>
        </w:rPr>
        <w:t>20</w:t>
      </w:r>
      <w:r w:rsidR="00760C6F">
        <w:rPr>
          <w:rFonts w:ascii="Corbel" w:hAnsi="Corbel"/>
          <w:sz w:val="20"/>
          <w:szCs w:val="20"/>
        </w:rPr>
        <w:t>23</w:t>
      </w:r>
    </w:p>
    <w:p w:rsidRPr="009C54AE" w:rsidR="0085747A" w:rsidP="009C54AE" w:rsidRDefault="0085747A" w14:paraId="746A78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38C304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4CB3DB2" w14:paraId="4E2ED9C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42462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4CB3DB2" w:rsidRDefault="00760C6F" w14:paraId="22EBE14C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4CB3DB2" w:rsidR="00760C6F">
              <w:rPr>
                <w:rFonts w:ascii="Corbel" w:hAnsi="Corbel"/>
                <w:b w:val="1"/>
                <w:bCs w:val="1"/>
                <w:sz w:val="24"/>
                <w:szCs w:val="24"/>
              </w:rPr>
              <w:t>Prawo organizacji pozarządowych</w:t>
            </w:r>
          </w:p>
        </w:tc>
      </w:tr>
      <w:tr w:rsidRPr="009C54AE" w:rsidR="0085747A" w:rsidTr="04CB3DB2" w14:paraId="43925F8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66597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760C6F" w:rsidRDefault="002673CD" w14:paraId="327EBF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760C6F">
              <w:rPr>
                <w:rFonts w:ascii="Corbel" w:hAnsi="Corbel"/>
                <w:b w:val="0"/>
                <w:sz w:val="24"/>
                <w:szCs w:val="24"/>
              </w:rPr>
              <w:t>52</w:t>
            </w:r>
          </w:p>
        </w:tc>
      </w:tr>
      <w:tr w:rsidRPr="009C54AE" w:rsidR="00D11808" w:rsidTr="04CB3DB2" w14:paraId="1F9AFA56" w14:textId="77777777">
        <w:tc>
          <w:tcPr>
            <w:tcW w:w="2694" w:type="dxa"/>
            <w:tcMar/>
            <w:vAlign w:val="center"/>
          </w:tcPr>
          <w:p w:rsidRPr="009C54AE" w:rsidR="00D11808" w:rsidP="00D11808" w:rsidRDefault="00D11808" w14:paraId="61671E9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D11808" w:rsidP="04CB3DB2" w:rsidRDefault="00D11808" w14:paraId="4C0CBC27" w14:textId="0FB50C9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CB3DB2" w:rsidR="00D118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D11808" w:rsidTr="04CB3DB2" w14:paraId="5CB067B4" w14:textId="77777777">
        <w:tc>
          <w:tcPr>
            <w:tcW w:w="2694" w:type="dxa"/>
            <w:tcMar/>
            <w:vAlign w:val="center"/>
          </w:tcPr>
          <w:p w:rsidRPr="009C54AE" w:rsidR="00D11808" w:rsidP="00D11808" w:rsidRDefault="00D11808" w14:paraId="17828A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D11808" w:rsidP="04CB3DB2" w:rsidRDefault="00D11808" w14:paraId="061131CE" w14:textId="63D61CB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CB3DB2" w:rsidR="2492AE6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4CB3DB2" w:rsidR="00D11808">
              <w:rPr>
                <w:rFonts w:ascii="Corbel" w:hAnsi="Corbel"/>
                <w:b w:val="0"/>
                <w:bCs w:val="0"/>
                <w:sz w:val="24"/>
                <w:szCs w:val="24"/>
              </w:rPr>
              <w:t>Zakład Nauki o Administracji</w:t>
            </w:r>
          </w:p>
        </w:tc>
      </w:tr>
      <w:tr w:rsidRPr="009C54AE" w:rsidR="00D11808" w:rsidTr="04CB3DB2" w14:paraId="3068AEF3" w14:textId="77777777">
        <w:tc>
          <w:tcPr>
            <w:tcW w:w="2694" w:type="dxa"/>
            <w:tcMar/>
            <w:vAlign w:val="center"/>
          </w:tcPr>
          <w:p w:rsidRPr="009C54AE" w:rsidR="00D11808" w:rsidP="00D11808" w:rsidRDefault="00D11808" w14:paraId="768743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D11808" w:rsidP="00D11808" w:rsidRDefault="00D11808" w14:paraId="3E2BC671" w14:textId="4C551F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D11808" w:rsidTr="04CB3DB2" w14:paraId="276DB890" w14:textId="77777777">
        <w:tc>
          <w:tcPr>
            <w:tcW w:w="2694" w:type="dxa"/>
            <w:tcMar/>
            <w:vAlign w:val="center"/>
          </w:tcPr>
          <w:p w:rsidRPr="009C54AE" w:rsidR="00D11808" w:rsidP="00D11808" w:rsidRDefault="00D11808" w14:paraId="3B0C68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D11808" w:rsidP="00D11808" w:rsidRDefault="00D11808" w14:paraId="6606A17A" w14:textId="6515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04CB3DB2" w14:paraId="388294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4E2D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4D3D02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4CB3DB2" w14:paraId="6FA057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79F0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60C6F" w14:paraId="5503033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4CB3DB2" w14:paraId="57BB08C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4DDF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4A00F1D" w:rsidRDefault="00760C6F" w14:paraId="478BC2C0" w14:textId="4959359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CB3DB2" w:rsidR="00760C6F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04CB3DB2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04CB3DB2" w:rsidR="2AA89F5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04CB3DB2" w14:paraId="018186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4DA4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60C6F" w14:paraId="66AC77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4CB3DB2" w14:paraId="2F2E20DC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1038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73CD" w14:paraId="5E84FE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4CB3DB2" w14:paraId="1DB17F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AF5D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3D987A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9343D8" w:rsidTr="04CB3DB2" w14:paraId="7A69DE2A" w14:textId="77777777">
        <w:tc>
          <w:tcPr>
            <w:tcW w:w="2694" w:type="dxa"/>
            <w:tcMar/>
            <w:vAlign w:val="center"/>
          </w:tcPr>
          <w:p w:rsidRPr="009C54AE" w:rsidR="009343D8" w:rsidP="009343D8" w:rsidRDefault="009343D8" w14:paraId="3D85F4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9343D8" w:rsidP="009343D8" w:rsidRDefault="009343D8" w14:paraId="570F20CB" w14:textId="427022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4A7CE9F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5289A8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1BDC35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FB388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04CB3DB2" w14:paraId="42CEDAA7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BB419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73FBB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3161A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F4EA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BC6F0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F794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A071E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E205D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B3F3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9BE5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BD28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4CB3DB2" w14:paraId="04703F7A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343D8" w14:paraId="14A71608" w14:textId="39E2E2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6904F0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D977F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80EE1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DF443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C4B7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CD28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887DF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F9C20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73865B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13FCB0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75C2BE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60DE3E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5F5B19" w14:paraId="6DED400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5F5B19" w14:paraId="41BF2DD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E4E08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2AE414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673CD" w14:paraId="220A7E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079D586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A54180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4CB3DB2" w14:paraId="390D9F6F" w14:textId="77777777">
        <w:tc>
          <w:tcPr>
            <w:tcW w:w="9670" w:type="dxa"/>
            <w:tcMar/>
          </w:tcPr>
          <w:p w:rsidRPr="009C54AE" w:rsidR="0085747A" w:rsidP="04CB3DB2" w:rsidRDefault="005F5B19" w14:paraId="472A33AF" w14:textId="55F0C286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4CB3DB2" w:rsidR="1425FD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04CB3DB2" w:rsidR="005F5B1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04CB3DB2" w:rsidR="1425FD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5AAA3D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006C2C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E6B0D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BE862F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D2943D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6A039C" w:rsidTr="006A039C" w14:paraId="2F0C758B" w14:textId="77777777">
        <w:tc>
          <w:tcPr>
            <w:tcW w:w="845" w:type="dxa"/>
            <w:vAlign w:val="center"/>
          </w:tcPr>
          <w:p w:rsidRPr="009C54AE" w:rsidR="006A039C" w:rsidP="005F5B19" w:rsidRDefault="006A039C" w14:paraId="331D86F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D84A37" w:rsidR="006A039C" w:rsidP="005F5B19" w:rsidRDefault="006A039C" w14:paraId="0ECECFF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przybliżenie studentom zagadnień tworzenia i funkcjonowania organizacji pozarządowych w Polsce, w tym organizacji pożytku publicznego</w:t>
            </w:r>
          </w:p>
        </w:tc>
      </w:tr>
      <w:tr w:rsidRPr="009C54AE" w:rsidR="006A039C" w:rsidTr="006A039C" w14:paraId="4EF26AED" w14:textId="77777777">
        <w:tc>
          <w:tcPr>
            <w:tcW w:w="845" w:type="dxa"/>
            <w:vAlign w:val="center"/>
          </w:tcPr>
          <w:p w:rsidRPr="009C54AE" w:rsidR="006A039C" w:rsidP="005F5B19" w:rsidRDefault="006A039C" w14:paraId="0C062E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D84A37" w:rsidR="006A039C" w:rsidP="005F5B19" w:rsidRDefault="006A039C" w14:paraId="642A89B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rozwój umiejętności związanych z funkcjonowaniem organizacji pozarządowych</w:t>
            </w:r>
          </w:p>
        </w:tc>
      </w:tr>
      <w:tr w:rsidRPr="009C54AE" w:rsidR="006A039C" w:rsidTr="006A039C" w14:paraId="16B546EF" w14:textId="77777777">
        <w:tc>
          <w:tcPr>
            <w:tcW w:w="845" w:type="dxa"/>
            <w:vAlign w:val="center"/>
          </w:tcPr>
          <w:p w:rsidRPr="009C54AE" w:rsidR="006A039C" w:rsidP="005F5B19" w:rsidRDefault="006A039C" w14:paraId="44FCF5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D84A37" w:rsidR="006A039C" w:rsidP="005F5B19" w:rsidRDefault="006A039C" w14:paraId="3760C6B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 xml:space="preserve">Celem zajęć jest wskazanie korzyści wynikających z aktywnego uczestnictwa </w:t>
            </w:r>
            <w:r w:rsidRPr="00D84A3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84A37">
              <w:rPr>
                <w:rFonts w:ascii="Corbel" w:hAnsi="Corbel"/>
                <w:b w:val="0"/>
                <w:sz w:val="24"/>
                <w:szCs w:val="24"/>
              </w:rPr>
              <w:t>w działalności organizacji pozarządowej</w:t>
            </w:r>
          </w:p>
        </w:tc>
      </w:tr>
    </w:tbl>
    <w:p w:rsidRPr="009C54AE" w:rsidR="0085747A" w:rsidP="009C54AE" w:rsidRDefault="0085747A" w14:paraId="436F057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532248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FB0885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4CB3DB2" w14:paraId="394B492D" w14:textId="77777777">
        <w:tc>
          <w:tcPr>
            <w:tcW w:w="1681" w:type="dxa"/>
            <w:tcMar/>
            <w:vAlign w:val="center"/>
          </w:tcPr>
          <w:p w:rsidRPr="009C54AE" w:rsidR="0085747A" w:rsidP="04CB3DB2" w:rsidRDefault="0085747A" w14:paraId="726B530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04CB3DB2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(</w:t>
            </w:r>
            <w:r w:rsidRPr="04CB3DB2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efekt uczenia się</w:t>
            </w:r>
            <w:r w:rsidRPr="04CB3DB2" w:rsidR="57E147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4CB3DB2" w:rsidRDefault="0085747A" w14:paraId="1A5C7907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04CB3DB2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4CB3DB2" w:rsidRDefault="0085747A" w14:paraId="689BBA6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</w:t>
            </w:r>
            <w:proofErr w:type="gramStart"/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efektów  kierunkowych</w:t>
            </w:r>
            <w:proofErr w:type="gramEnd"/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04CB3DB2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Pr="009C54AE" w:rsidR="0085747A" w:rsidTr="04CB3DB2" w14:paraId="399B07E6" w14:textId="77777777">
        <w:tc>
          <w:tcPr>
            <w:tcW w:w="1681" w:type="dxa"/>
            <w:tcMar/>
          </w:tcPr>
          <w:p w:rsidRPr="009C54AE" w:rsidR="0085747A" w:rsidP="04CB3DB2" w:rsidRDefault="0085747A" w14:paraId="184326E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5974" w:type="dxa"/>
            <w:tcMar/>
          </w:tcPr>
          <w:p w:rsidRPr="005F5B19" w:rsidR="0085747A" w:rsidP="04CB3DB2" w:rsidRDefault="0006011E" w14:paraId="63393B4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65" w:type="dxa"/>
            <w:tcMar/>
          </w:tcPr>
          <w:p w:rsidRPr="009C54AE" w:rsidR="0085747A" w:rsidP="04CB3DB2" w:rsidRDefault="0006011E" w14:paraId="25A4AD5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K_W03</w:t>
            </w:r>
          </w:p>
        </w:tc>
      </w:tr>
      <w:tr w:rsidRPr="009C54AE" w:rsidR="0085747A" w:rsidTr="04CB3DB2" w14:paraId="73693258" w14:textId="77777777">
        <w:tc>
          <w:tcPr>
            <w:tcW w:w="1681" w:type="dxa"/>
            <w:tcMar/>
          </w:tcPr>
          <w:p w:rsidRPr="009C54AE" w:rsidR="0085747A" w:rsidP="04CB3DB2" w:rsidRDefault="0085747A" w14:paraId="0B8AD0D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4" w:type="dxa"/>
            <w:tcMar/>
          </w:tcPr>
          <w:p w:rsidRPr="005F5B19" w:rsidR="0085747A" w:rsidP="04CB3DB2" w:rsidRDefault="0006011E" w14:paraId="677B3447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  <w:tcMar/>
          </w:tcPr>
          <w:p w:rsidRPr="009C54AE" w:rsidR="0085747A" w:rsidP="04CB3DB2" w:rsidRDefault="0006011E" w14:paraId="7C91760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K_W04</w:t>
            </w:r>
          </w:p>
        </w:tc>
      </w:tr>
      <w:tr w:rsidRPr="009C54AE" w:rsidR="0006011E" w:rsidTr="04CB3DB2" w14:paraId="534870FA" w14:textId="77777777">
        <w:tc>
          <w:tcPr>
            <w:tcW w:w="1681" w:type="dxa"/>
            <w:tcMar/>
          </w:tcPr>
          <w:p w:rsidRPr="009C54AE" w:rsidR="0006011E" w:rsidP="04CB3DB2" w:rsidRDefault="0006011E" w14:paraId="25BD517B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6AEBAABB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Zna w stopniu zaawansowanym ogólne zasady tworzenia i rozwoju form indywidualnej przedsiębiorczości, wykorzystującej wiedzę z zakresu dziedzin nauki i dyscyplin naukowych właściwych dla kierunku administracja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6E01B9F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K_W09</w:t>
            </w:r>
          </w:p>
        </w:tc>
      </w:tr>
      <w:tr w:rsidRPr="009C54AE" w:rsidR="0006011E" w:rsidTr="04CB3DB2" w14:paraId="0BD48B09" w14:textId="77777777">
        <w:tc>
          <w:tcPr>
            <w:tcW w:w="1681" w:type="dxa"/>
            <w:tcMar/>
          </w:tcPr>
          <w:p w:rsidRPr="009C54AE" w:rsidR="0006011E" w:rsidP="04CB3DB2" w:rsidRDefault="0006011E" w14:paraId="1D2319D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66A2F99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154ED1D5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K_U02</w:t>
            </w:r>
          </w:p>
        </w:tc>
      </w:tr>
      <w:tr w:rsidRPr="009C54AE" w:rsidR="0006011E" w:rsidTr="04CB3DB2" w14:paraId="751C183F" w14:textId="77777777">
        <w:tc>
          <w:tcPr>
            <w:tcW w:w="1681" w:type="dxa"/>
            <w:tcMar/>
          </w:tcPr>
          <w:p w:rsidRPr="009C54AE" w:rsidR="0006011E" w:rsidP="04CB3DB2" w:rsidRDefault="0006011E" w14:paraId="73E683A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6D557E0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03D09CCD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K_U03</w:t>
            </w:r>
          </w:p>
        </w:tc>
      </w:tr>
      <w:tr w:rsidRPr="009C54AE" w:rsidR="0006011E" w:rsidTr="04CB3DB2" w14:paraId="40D6D258" w14:textId="77777777">
        <w:tc>
          <w:tcPr>
            <w:tcW w:w="1681" w:type="dxa"/>
            <w:tcMar/>
          </w:tcPr>
          <w:p w:rsidRPr="009C54AE" w:rsidR="0006011E" w:rsidP="04CB3DB2" w:rsidRDefault="0006011E" w14:paraId="51DB166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5CF8696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Posiada umiejętność tworzenia dokumentów prawnych, umów oraz projektów aktów stosowania prawa, wraz z ich uzasadnieniem oraz jest w stanie wskazać konsekwencje projektowanego aktu.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40EF8BE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K_U05</w:t>
            </w:r>
          </w:p>
        </w:tc>
      </w:tr>
      <w:tr w:rsidRPr="009C54AE" w:rsidR="0006011E" w:rsidTr="04CB3DB2" w14:paraId="6102F3E6" w14:textId="77777777">
        <w:tc>
          <w:tcPr>
            <w:tcW w:w="1681" w:type="dxa"/>
            <w:tcMar/>
          </w:tcPr>
          <w:p w:rsidRPr="009C54AE" w:rsidR="0006011E" w:rsidP="04CB3DB2" w:rsidRDefault="0006011E" w14:paraId="0C50410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7DDA7E54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Posiada umiejętność prowadzenia debaty, przygotowania prac pisemnych, prezentacji </w:t>
            </w:r>
            <w:proofErr w:type="gramStart"/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multimedialnych,</w:t>
            </w:r>
            <w:proofErr w:type="gramEnd"/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422D5AD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K_U07</w:t>
            </w:r>
          </w:p>
        </w:tc>
      </w:tr>
      <w:tr w:rsidRPr="009C54AE" w:rsidR="0006011E" w:rsidTr="04CB3DB2" w14:paraId="29C7116D" w14:textId="77777777">
        <w:tc>
          <w:tcPr>
            <w:tcW w:w="1681" w:type="dxa"/>
            <w:tcMar/>
          </w:tcPr>
          <w:p w:rsidRPr="009C54AE" w:rsidR="0006011E" w:rsidP="04CB3DB2" w:rsidRDefault="0006011E" w14:paraId="495399D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2740C9E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Jest gotowy samodzielnie i krytycznie uzupełniać wiedzę, w tym również na gruncie interdyscyplinarnym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7B8EA11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K_K01</w:t>
            </w:r>
          </w:p>
        </w:tc>
      </w:tr>
      <w:tr w:rsidRPr="009C54AE" w:rsidR="0006011E" w:rsidTr="04CB3DB2" w14:paraId="1EC8FE6F" w14:textId="77777777">
        <w:tc>
          <w:tcPr>
            <w:tcW w:w="1681" w:type="dxa"/>
            <w:tcMar/>
          </w:tcPr>
          <w:p w:rsidRPr="009C54AE" w:rsidR="0006011E" w:rsidP="04CB3DB2" w:rsidRDefault="0006011E" w14:paraId="54F4583D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3CEA0D9A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Jest zdolny do samodzielnego rozwiazywania podstawowych problemów administracyjnych, prawnych i etycznych związanych z funkcjonowaniem struktur publicznych i niepublicznych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7A18A6E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K_K02</w:t>
            </w:r>
          </w:p>
        </w:tc>
      </w:tr>
      <w:tr w:rsidRPr="009C54AE" w:rsidR="0006011E" w:rsidTr="04CB3DB2" w14:paraId="77147EE6" w14:textId="77777777">
        <w:tc>
          <w:tcPr>
            <w:tcW w:w="1681" w:type="dxa"/>
            <w:tcMar/>
          </w:tcPr>
          <w:p w:rsidRPr="009C54AE" w:rsidR="0006011E" w:rsidP="04CB3DB2" w:rsidRDefault="0006011E" w14:paraId="1FD5B97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653925E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5C71068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K_K03</w:t>
            </w:r>
          </w:p>
        </w:tc>
      </w:tr>
      <w:tr w:rsidRPr="009C54AE" w:rsidR="0006011E" w:rsidTr="04CB3DB2" w14:paraId="27901FAA" w14:textId="77777777">
        <w:tc>
          <w:tcPr>
            <w:tcW w:w="1681" w:type="dxa"/>
            <w:tcMar/>
          </w:tcPr>
          <w:p w:rsidRPr="009C54AE" w:rsidR="0006011E" w:rsidP="04CB3DB2" w:rsidRDefault="0006011E" w14:paraId="6855222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974" w:type="dxa"/>
            <w:tcMar/>
          </w:tcPr>
          <w:p w:rsidRPr="005F5B19" w:rsidR="0006011E" w:rsidP="04CB3DB2" w:rsidRDefault="0006011E" w14:paraId="250D3CD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Wykazuje odpowiedzialność za własne przygotowanie do pracy, podejmowane decyzje, działania i ich skutki</w:t>
            </w:r>
          </w:p>
        </w:tc>
        <w:tc>
          <w:tcPr>
            <w:tcW w:w="1865" w:type="dxa"/>
            <w:tcMar/>
          </w:tcPr>
          <w:p w:rsidRPr="009C54AE" w:rsidR="0006011E" w:rsidP="04CB3DB2" w:rsidRDefault="0006011E" w14:paraId="07E2EC4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4CB3DB2" w:rsidR="7E183B22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K_K05</w:t>
            </w:r>
          </w:p>
        </w:tc>
      </w:tr>
    </w:tbl>
    <w:p w:rsidR="0006011E" w:rsidP="009C54AE" w:rsidRDefault="0006011E" w14:paraId="5F1B807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3D1D436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6AFBA4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E8948C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4CB3DB2" w14:paraId="73A5A33F" w14:textId="77777777">
        <w:tc>
          <w:tcPr>
            <w:tcW w:w="9520" w:type="dxa"/>
            <w:tcMar/>
          </w:tcPr>
          <w:p w:rsidRPr="009C54AE" w:rsidR="0085747A" w:rsidP="04CB3DB2" w:rsidRDefault="0085747A" w14:paraId="33B9A2C1" w14:textId="77777777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04CB3DB2" w:rsidR="008574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F5B19" w:rsidTr="04CB3DB2" w14:paraId="791C7ACA" w14:textId="77777777">
        <w:tc>
          <w:tcPr>
            <w:tcW w:w="9520" w:type="dxa"/>
            <w:tcMar/>
          </w:tcPr>
          <w:p w:rsidRPr="00D84A37" w:rsidR="005F5B19" w:rsidP="04CB3DB2" w:rsidRDefault="005F5B19" w14:paraId="34749FA0" w14:textId="77777777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04CB3DB2" w:rsidR="005F5B19">
              <w:rPr>
                <w:rFonts w:ascii="Corbel" w:hAnsi="Corbel"/>
                <w:sz w:val="24"/>
                <w:szCs w:val="24"/>
              </w:rPr>
              <w:t>Pojęcie społeczeństwa obywatelskiego, zasady prawne kształtujące jego rozwój we współczesnym demokratycznym państwie prawnym</w:t>
            </w:r>
          </w:p>
        </w:tc>
      </w:tr>
      <w:tr w:rsidRPr="009C54AE" w:rsidR="005F5B19" w:rsidTr="04CB3DB2" w14:paraId="0698E912" w14:textId="77777777">
        <w:tc>
          <w:tcPr>
            <w:tcW w:w="9520" w:type="dxa"/>
            <w:tcMar/>
          </w:tcPr>
          <w:p w:rsidRPr="00D84A37" w:rsidR="005F5B19" w:rsidP="04CB3DB2" w:rsidRDefault="005F5B19" w14:paraId="549F8407" w14:textId="77777777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04CB3DB2" w:rsidR="005F5B19">
              <w:rPr>
                <w:rFonts w:ascii="Corbel" w:hAnsi="Corbel"/>
                <w:sz w:val="24"/>
                <w:szCs w:val="24"/>
              </w:rPr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Pr="009C54AE" w:rsidR="005F5B19" w:rsidTr="04CB3DB2" w14:paraId="24197064" w14:textId="77777777">
        <w:tc>
          <w:tcPr>
            <w:tcW w:w="9520" w:type="dxa"/>
            <w:tcMar/>
          </w:tcPr>
          <w:p w:rsidRPr="00D84A37" w:rsidR="005F5B19" w:rsidP="04CB3DB2" w:rsidRDefault="005F5B19" w14:paraId="333219ED" w14:textId="77777777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04CB3DB2" w:rsidR="005F5B19">
              <w:rPr>
                <w:rFonts w:ascii="Corbel" w:hAnsi="Corbel"/>
                <w:sz w:val="24"/>
                <w:szCs w:val="24"/>
              </w:rPr>
              <w:t>Stowarzyszenia i fundacje – podstawy prawne ich tworzenia i działania, zakładanie, działalność bieżąca i likwidacja.</w:t>
            </w:r>
          </w:p>
        </w:tc>
      </w:tr>
      <w:tr w:rsidRPr="009C54AE" w:rsidR="005F5B19" w:rsidTr="04CB3DB2" w14:paraId="4360EB07" w14:textId="77777777">
        <w:tc>
          <w:tcPr>
            <w:tcW w:w="9520" w:type="dxa"/>
            <w:tcMar/>
          </w:tcPr>
          <w:p w:rsidRPr="00D84A37" w:rsidR="005F5B19" w:rsidP="04CB3DB2" w:rsidRDefault="005F5B19" w14:paraId="7EF97741" w14:textId="4AB2CDBC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04CB3DB2" w:rsidR="005F5B19">
              <w:rPr>
                <w:rFonts w:ascii="Corbel" w:hAnsi="Corbel"/>
                <w:sz w:val="24"/>
                <w:szCs w:val="24"/>
              </w:rPr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Pr="009C54AE" w:rsidR="005F5B19" w:rsidTr="04CB3DB2" w14:paraId="4AFFF9F6" w14:textId="77777777">
        <w:tc>
          <w:tcPr>
            <w:tcW w:w="9520" w:type="dxa"/>
            <w:tcMar/>
          </w:tcPr>
          <w:p w:rsidRPr="00D84A37" w:rsidR="005F5B19" w:rsidP="04CB3DB2" w:rsidRDefault="005F5B19" w14:paraId="78255377" w14:textId="77777777">
            <w:pPr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04CB3DB2" w:rsidR="005F5B19">
              <w:rPr>
                <w:rFonts w:ascii="Corbel" w:hAnsi="Corbel"/>
                <w:sz w:val="24"/>
                <w:szCs w:val="24"/>
              </w:rPr>
              <w:t>Współpraca organizacji pozarządowych z organami administracji publicznej na podstawie ustawy o działalności pożytku publicznego i o wolontariacie – przegląd form prawnych oraz procedur.</w:t>
            </w:r>
          </w:p>
        </w:tc>
      </w:tr>
      <w:tr w:rsidRPr="009C54AE" w:rsidR="005F5B19" w:rsidTr="04CB3DB2" w14:paraId="00F2CC61" w14:textId="77777777">
        <w:tc>
          <w:tcPr>
            <w:tcW w:w="9520" w:type="dxa"/>
            <w:tcMar/>
          </w:tcPr>
          <w:p w:rsidRPr="00D84A37" w:rsidR="005F5B19" w:rsidP="04CB3DB2" w:rsidRDefault="005F5B19" w14:paraId="5925246A" w14:textId="77777777">
            <w:pPr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04CB3DB2" w:rsidR="005F5B19">
              <w:rPr>
                <w:rFonts w:ascii="Corbel" w:hAnsi="Corbel"/>
                <w:sz w:val="24"/>
                <w:szCs w:val="24"/>
              </w:rPr>
              <w:t>Zagadnienia wolontariatu.</w:t>
            </w:r>
          </w:p>
        </w:tc>
      </w:tr>
    </w:tbl>
    <w:p w:rsidRPr="009C54AE" w:rsidR="0085747A" w:rsidP="009C54AE" w:rsidRDefault="0085747A" w14:paraId="7D975E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31EEB8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43F462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4CB3DB2" w14:paraId="1DD60C86" w14:textId="77777777">
        <w:tc>
          <w:tcPr>
            <w:tcW w:w="9520" w:type="dxa"/>
            <w:tcMar/>
          </w:tcPr>
          <w:p w:rsidRPr="009C54AE" w:rsidR="0085747A" w:rsidP="009C54AE" w:rsidRDefault="0085747A" w14:paraId="4A724BE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4CB3DB2" w14:paraId="3C297D9C" w14:textId="77777777">
        <w:tc>
          <w:tcPr>
            <w:tcW w:w="9520" w:type="dxa"/>
            <w:tcMar/>
          </w:tcPr>
          <w:p w:rsidRPr="009C54AE" w:rsidR="0085747A" w:rsidP="009C54AE" w:rsidRDefault="0085747A" w14:paraId="37AB27FA" w14:textId="420201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4CB3DB2" w:rsidR="44F63A5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EC490B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5F02AB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9A3D3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A039C" w:rsidR="0085747A" w:rsidP="006A039C" w:rsidRDefault="00153C41" w14:paraId="3CE9226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6A039C">
        <w:rPr>
          <w:rFonts w:ascii="Corbel" w:hAnsi="Corbel"/>
          <w:b w:val="0"/>
          <w:smallCaps w:val="0"/>
          <w:sz w:val="22"/>
        </w:rPr>
        <w:t>W</w:t>
      </w:r>
      <w:r w:rsidRPr="006A039C" w:rsidR="0085747A">
        <w:rPr>
          <w:rFonts w:ascii="Corbel" w:hAnsi="Corbel"/>
          <w:b w:val="0"/>
          <w:smallCaps w:val="0"/>
          <w:sz w:val="22"/>
        </w:rPr>
        <w:t>ykład</w:t>
      </w:r>
      <w:r w:rsidRPr="006A039C">
        <w:rPr>
          <w:rFonts w:ascii="Corbel" w:hAnsi="Corbel"/>
          <w:b w:val="0"/>
          <w:smallCaps w:val="0"/>
          <w:sz w:val="22"/>
        </w:rPr>
        <w:t xml:space="preserve">: </w:t>
      </w:r>
      <w:r w:rsidRPr="006A039C" w:rsidR="006A039C">
        <w:rPr>
          <w:rFonts w:ascii="Corbel" w:hAnsi="Corbel"/>
          <w:b w:val="0"/>
          <w:smallCaps w:val="0"/>
          <w:sz w:val="22"/>
        </w:rPr>
        <w:t xml:space="preserve">wykład informacyjny, </w:t>
      </w:r>
      <w:r w:rsidRPr="006A039C">
        <w:rPr>
          <w:rFonts w:ascii="Corbel" w:hAnsi="Corbel"/>
          <w:b w:val="0"/>
          <w:smallCaps w:val="0"/>
          <w:sz w:val="22"/>
        </w:rPr>
        <w:t>wykład</w:t>
      </w:r>
      <w:r w:rsidRPr="006A039C" w:rsidR="0085747A">
        <w:rPr>
          <w:rFonts w:ascii="Corbel" w:hAnsi="Corbel"/>
          <w:b w:val="0"/>
          <w:smallCaps w:val="0"/>
          <w:sz w:val="22"/>
        </w:rPr>
        <w:t xml:space="preserve"> problemowy</w:t>
      </w:r>
      <w:r w:rsidRPr="006A039C" w:rsidR="00923D7D">
        <w:rPr>
          <w:rFonts w:ascii="Corbel" w:hAnsi="Corbel"/>
          <w:b w:val="0"/>
          <w:smallCaps w:val="0"/>
          <w:sz w:val="22"/>
        </w:rPr>
        <w:t xml:space="preserve">, </w:t>
      </w:r>
      <w:r w:rsidRPr="006A039C" w:rsidR="0085747A">
        <w:rPr>
          <w:rFonts w:ascii="Corbel" w:hAnsi="Corbel"/>
          <w:b w:val="0"/>
          <w:smallCaps w:val="0"/>
          <w:sz w:val="22"/>
        </w:rPr>
        <w:t>wykład z prezentacją multimedialną</w:t>
      </w:r>
      <w:r w:rsidRPr="006A039C" w:rsidR="006A039C">
        <w:rPr>
          <w:rFonts w:ascii="Corbel" w:hAnsi="Corbel"/>
          <w:b w:val="0"/>
          <w:smallCaps w:val="0"/>
          <w:sz w:val="22"/>
        </w:rPr>
        <w:t>.</w:t>
      </w:r>
      <w:r w:rsidRPr="006A039C" w:rsidR="00BF2C41">
        <w:rPr>
          <w:rFonts w:ascii="Corbel" w:hAnsi="Corbel"/>
          <w:b w:val="0"/>
          <w:smallCaps w:val="0"/>
          <w:sz w:val="22"/>
        </w:rPr>
        <w:t xml:space="preserve"> </w:t>
      </w:r>
    </w:p>
    <w:p w:rsidR="00E960BB" w:rsidP="009C54AE" w:rsidRDefault="00E960BB" w14:paraId="56DA17C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7CEC3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230A9A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FEA273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4EE58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A039C" w14:paraId="4BF48B88" w14:textId="77777777">
        <w:tc>
          <w:tcPr>
            <w:tcW w:w="1962" w:type="dxa"/>
            <w:vAlign w:val="center"/>
          </w:tcPr>
          <w:p w:rsidRPr="009C54AE" w:rsidR="0085747A" w:rsidP="009C54AE" w:rsidRDefault="0071620A" w14:paraId="16C0F8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40EC9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6634F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AE3F8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6C343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6A039C" w14:paraId="3DEBDBFE" w14:textId="77777777">
        <w:tc>
          <w:tcPr>
            <w:tcW w:w="1962" w:type="dxa"/>
          </w:tcPr>
          <w:p w:rsidRPr="009C54AE" w:rsidR="0085747A" w:rsidP="009C54AE" w:rsidRDefault="0085747A" w14:paraId="7F99C2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6A039C" w:rsidR="0085747A" w:rsidP="009C54AE" w:rsidRDefault="006A039C" w14:paraId="48B8A6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85747A" w:rsidP="009C54AE" w:rsidRDefault="006A039C" w14:paraId="6EEAB9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10F2B5D1" w14:textId="77777777">
        <w:tc>
          <w:tcPr>
            <w:tcW w:w="1962" w:type="dxa"/>
          </w:tcPr>
          <w:p w:rsidRPr="009C54AE" w:rsidR="006A039C" w:rsidP="006A039C" w:rsidRDefault="006A039C" w14:paraId="1C6374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A039C" w:rsidR="006A039C" w:rsidP="006A039C" w:rsidRDefault="006A039C" w14:paraId="2E8926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5E94E3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288B3C18" w14:textId="77777777">
        <w:tc>
          <w:tcPr>
            <w:tcW w:w="1962" w:type="dxa"/>
          </w:tcPr>
          <w:p w:rsidRPr="009C54AE" w:rsidR="006A039C" w:rsidP="006A039C" w:rsidRDefault="006A039C" w14:paraId="4A35BD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A039C" w:rsidR="006A039C" w:rsidP="006A039C" w:rsidRDefault="006A039C" w14:paraId="0ABBBE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5F7863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37F8ED3D" w14:textId="77777777">
        <w:tc>
          <w:tcPr>
            <w:tcW w:w="1962" w:type="dxa"/>
          </w:tcPr>
          <w:p w:rsidRPr="009C54AE" w:rsidR="006A039C" w:rsidP="006A039C" w:rsidRDefault="006A039C" w14:paraId="008D22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6A039C" w:rsidR="006A039C" w:rsidP="006A039C" w:rsidRDefault="006A039C" w14:paraId="4183F5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7E6306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3D38E418" w14:textId="77777777">
        <w:tc>
          <w:tcPr>
            <w:tcW w:w="1962" w:type="dxa"/>
          </w:tcPr>
          <w:p w:rsidRPr="009C54AE" w:rsidR="006A039C" w:rsidP="006A039C" w:rsidRDefault="006A039C" w14:paraId="63B21E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6A039C" w:rsidR="006A039C" w:rsidP="006A039C" w:rsidRDefault="006A039C" w14:paraId="4359DE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69CB74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1122AA42" w14:textId="77777777">
        <w:tc>
          <w:tcPr>
            <w:tcW w:w="1962" w:type="dxa"/>
          </w:tcPr>
          <w:p w:rsidRPr="009C54AE" w:rsidR="006A039C" w:rsidP="006A039C" w:rsidRDefault="006A039C" w14:paraId="4A9342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6A039C" w:rsidR="006A039C" w:rsidP="006A039C" w:rsidRDefault="006A039C" w14:paraId="0E76F4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047ED7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703B51FB" w14:textId="77777777">
        <w:tc>
          <w:tcPr>
            <w:tcW w:w="1962" w:type="dxa"/>
          </w:tcPr>
          <w:p w:rsidRPr="009C54AE" w:rsidR="006A039C" w:rsidP="006A039C" w:rsidRDefault="006A039C" w14:paraId="79EA61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6A039C" w:rsidR="006A039C" w:rsidP="006A039C" w:rsidRDefault="006A039C" w14:paraId="2FBE3A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2FC694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5505BB0C" w14:textId="77777777">
        <w:tc>
          <w:tcPr>
            <w:tcW w:w="1962" w:type="dxa"/>
          </w:tcPr>
          <w:p w:rsidRPr="009C54AE" w:rsidR="006A039C" w:rsidP="006A039C" w:rsidRDefault="006A039C" w14:paraId="2EC4EA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6A039C" w:rsidR="006A039C" w:rsidP="006A039C" w:rsidRDefault="006A039C" w14:paraId="5363C0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34E876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1DCD9371" w14:textId="77777777">
        <w:tc>
          <w:tcPr>
            <w:tcW w:w="1962" w:type="dxa"/>
          </w:tcPr>
          <w:p w:rsidRPr="009C54AE" w:rsidR="006A039C" w:rsidP="006A039C" w:rsidRDefault="006A039C" w14:paraId="57E58B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:rsidRPr="006A039C" w:rsidR="006A039C" w:rsidP="006A039C" w:rsidRDefault="006A039C" w14:paraId="1C26C7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:rsidRPr="009C54AE" w:rsidR="006A039C" w:rsidP="006A039C" w:rsidRDefault="006A039C" w14:paraId="16CEFD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5A6CE461" w14:textId="77777777">
        <w:tc>
          <w:tcPr>
            <w:tcW w:w="1962" w:type="dxa"/>
          </w:tcPr>
          <w:p w:rsidRPr="009C54AE" w:rsidR="006A039C" w:rsidP="009C54AE" w:rsidRDefault="006A039C" w14:paraId="729E1B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:rsidRPr="009C54AE" w:rsidR="006A039C" w:rsidP="009C54AE" w:rsidRDefault="006A039C" w14:paraId="369AD2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6A039C" w:rsidP="009C54AE" w:rsidRDefault="006A039C" w14:paraId="6C8236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6A039C" w:rsidTr="006A039C" w14:paraId="709F05B3" w14:textId="77777777">
        <w:tc>
          <w:tcPr>
            <w:tcW w:w="1962" w:type="dxa"/>
          </w:tcPr>
          <w:p w:rsidRPr="009C54AE" w:rsidR="006A039C" w:rsidP="009C54AE" w:rsidRDefault="006A039C" w14:paraId="1E823F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:rsidRPr="009C54AE" w:rsidR="006A039C" w:rsidP="009C54AE" w:rsidRDefault="006A039C" w14:paraId="05C9BD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6A039C" w:rsidP="009C54AE" w:rsidRDefault="006A039C" w14:paraId="2775E3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Pr="009C54AE" w:rsidR="00923D7D" w:rsidP="009C54AE" w:rsidRDefault="00923D7D" w14:paraId="1FAA8B5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CB0E8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9C59A5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4A00F1D" w14:paraId="6FA9B209" w14:textId="77777777">
        <w:tc>
          <w:tcPr>
            <w:tcW w:w="9670" w:type="dxa"/>
            <w:tcMar/>
          </w:tcPr>
          <w:p w:rsidR="095EC2D6" w:rsidP="34A00F1D" w:rsidRDefault="095EC2D6" w14:paraId="74F09EB8" w14:textId="2B1C5648">
            <w:pPr>
              <w:jc w:val="both"/>
            </w:pPr>
            <w:r w:rsidRPr="34A00F1D" w:rsidR="095EC2D6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095EC2D6" w:rsidP="34A00F1D" w:rsidRDefault="095EC2D6" w14:paraId="45CC30D7" w14:textId="18B1545C">
            <w:pPr>
              <w:jc w:val="both"/>
            </w:pPr>
            <w:r w:rsidRPr="34A00F1D" w:rsidR="095EC2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34A00F1D" w:rsidR="095EC2D6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4A00F1D" w:rsidR="095EC2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34A00F1D" w:rsidR="095EC2D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95EC2D6" w:rsidP="34A00F1D" w:rsidRDefault="095EC2D6" w14:paraId="3C1898A0" w14:textId="6DC45144">
            <w:pPr>
              <w:jc w:val="both"/>
            </w:pPr>
            <w:r w:rsidRPr="34A00F1D" w:rsidR="095EC2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4A00F1D" w:rsidR="095EC2D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95EC2D6" w:rsidP="34A00F1D" w:rsidRDefault="095EC2D6" w14:paraId="3F1D5F9B" w14:textId="7C6D0683">
            <w:pPr>
              <w:jc w:val="both"/>
            </w:pPr>
            <w:r w:rsidRPr="34A00F1D" w:rsidR="095EC2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4A00F1D" w:rsidR="095EC2D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95EC2D6" w:rsidRDefault="095EC2D6" w14:paraId="47391669" w14:textId="086D7C78">
            <w:r w:rsidRPr="34A00F1D" w:rsidR="095EC2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95EC2D6" w:rsidRDefault="095EC2D6" w14:paraId="059F9158" w14:textId="5692C27A">
            <w:r w:rsidRPr="34A00F1D" w:rsidR="095EC2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95EC2D6" w:rsidRDefault="095EC2D6" w14:paraId="7F3448AF" w14:textId="442481DB">
            <w:r w:rsidRPr="34A00F1D" w:rsidR="095EC2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95EC2D6" w:rsidRDefault="095EC2D6" w14:paraId="0CCE8805" w14:textId="24693701">
            <w:r w:rsidRPr="34A00F1D" w:rsidR="095EC2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95EC2D6" w:rsidRDefault="095EC2D6" w14:paraId="1D9D489C" w14:textId="0C7BB042">
            <w:r w:rsidRPr="34A00F1D" w:rsidR="095EC2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95EC2D6" w:rsidRDefault="095EC2D6" w14:paraId="7C4F4503" w14:textId="73868A16">
            <w:r w:rsidRPr="34A00F1D" w:rsidR="095EC2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34A00F1D" w:rsidP="34A00F1D" w:rsidRDefault="34A00F1D" w14:paraId="01C86CCF" w14:textId="02B8167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85747A" w:rsidP="009C54AE" w:rsidRDefault="0085747A" w14:paraId="189A39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C2007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3D3037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138A5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BC98228" w14:textId="77777777">
        <w:tc>
          <w:tcPr>
            <w:tcW w:w="4962" w:type="dxa"/>
            <w:vAlign w:val="center"/>
          </w:tcPr>
          <w:p w:rsidRPr="009C54AE" w:rsidR="0085747A" w:rsidP="009C54AE" w:rsidRDefault="00C61DC5" w14:paraId="5536CA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1F840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C8DFD1F" w14:textId="77777777">
        <w:tc>
          <w:tcPr>
            <w:tcW w:w="4962" w:type="dxa"/>
          </w:tcPr>
          <w:p w:rsidRPr="009C54AE" w:rsidR="0085747A" w:rsidP="009C54AE" w:rsidRDefault="00C61DC5" w14:paraId="1C92FA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56D26" w14:paraId="4DA561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4BC6128F" w14:textId="77777777">
        <w:tc>
          <w:tcPr>
            <w:tcW w:w="4962" w:type="dxa"/>
          </w:tcPr>
          <w:p w:rsidRPr="009C54AE" w:rsidR="00C61DC5" w:rsidP="009C54AE" w:rsidRDefault="00C61DC5" w14:paraId="4E347F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EFFD7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56D26" w14:paraId="47F2E1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7638C9DA" w14:textId="77777777">
        <w:tc>
          <w:tcPr>
            <w:tcW w:w="4962" w:type="dxa"/>
          </w:tcPr>
          <w:p w:rsidRPr="009C54AE" w:rsidR="0071620A" w:rsidP="009C54AE" w:rsidRDefault="00C61DC5" w14:paraId="08C2DF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707EC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56D26" w14:paraId="45FF82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3E2CA157" w14:textId="77777777">
        <w:tc>
          <w:tcPr>
            <w:tcW w:w="4962" w:type="dxa"/>
          </w:tcPr>
          <w:p w:rsidRPr="009C54AE" w:rsidR="0085747A" w:rsidP="009C54AE" w:rsidRDefault="0085747A" w14:paraId="7BA4A6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56D26" w14:paraId="76949B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352B3D3F" w14:textId="77777777">
        <w:tc>
          <w:tcPr>
            <w:tcW w:w="4962" w:type="dxa"/>
          </w:tcPr>
          <w:p w:rsidRPr="009C54AE" w:rsidR="0085747A" w:rsidP="009C54AE" w:rsidRDefault="0085747A" w14:paraId="51364C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56D26" w14:paraId="2B27E9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6D9784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FE8D0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18DF7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E52EA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4CB3DB2" w14:paraId="0742DF3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E04B0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4CB3DB2" w:rsidRDefault="0085747A" w14:paraId="74FF7545" w14:textId="0D27A47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4CB3DB2" w:rsidR="071103D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4CB3DB2" w14:paraId="63097FC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B7AF4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4CB3DB2" w:rsidRDefault="0085747A" w14:paraId="270AC3E2" w14:textId="6BA928D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CB3DB2" w:rsidR="78E326BC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7E78DF5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E1D272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F75056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6A039C" w:rsidTr="04CB3DB2" w14:paraId="30CEE361" w14:textId="77777777">
        <w:trPr>
          <w:trHeight w:val="397"/>
        </w:trPr>
        <w:tc>
          <w:tcPr>
            <w:tcW w:w="7513" w:type="dxa"/>
            <w:tcMar/>
          </w:tcPr>
          <w:p w:rsidRPr="00D84A37" w:rsidR="006A039C" w:rsidP="04CB3DB2" w:rsidRDefault="006A039C" w14:paraId="075DE7DD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4CB3DB2" w:rsidR="006A039C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podstawowa: </w:t>
            </w:r>
          </w:p>
          <w:p w:rsidR="04CB3DB2" w:rsidP="04CB3DB2" w:rsidRDefault="04CB3DB2" w14:paraId="677B27F5" w14:textId="040986B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84A37" w:rsidR="006A039C" w:rsidP="006A039C" w:rsidRDefault="006A039C" w14:paraId="3894C4C7" w14:textId="77777777">
            <w:pPr>
              <w:pStyle w:val="Bezodstpw"/>
              <w:jc w:val="both"/>
              <w:rPr>
                <w:rFonts w:ascii="Corbel" w:hAnsi="Corbel"/>
              </w:rPr>
            </w:pPr>
            <w:proofErr w:type="spellStart"/>
            <w:r w:rsidRPr="00D84A37">
              <w:rPr>
                <w:rFonts w:ascii="Corbel" w:hAnsi="Corbel"/>
              </w:rPr>
              <w:t>P.Suski</w:t>
            </w:r>
            <w:proofErr w:type="spellEnd"/>
            <w:r w:rsidRPr="00D84A37">
              <w:rPr>
                <w:rFonts w:ascii="Corbel" w:hAnsi="Corbel"/>
              </w:rPr>
              <w:t>, Stowarzyszenia i fundacje, Warszawa 2018,</w:t>
            </w:r>
          </w:p>
          <w:p w:rsidRPr="00D84A37" w:rsidR="006A039C" w:rsidP="006A039C" w:rsidRDefault="006A039C" w14:paraId="3E4DE8AD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D84A37">
              <w:rPr>
                <w:rFonts w:ascii="Corbel" w:hAnsi="Corbel"/>
              </w:rPr>
              <w:t xml:space="preserve">K. </w:t>
            </w:r>
            <w:proofErr w:type="spellStart"/>
            <w:r w:rsidRPr="00D84A37">
              <w:rPr>
                <w:rFonts w:ascii="Corbel" w:hAnsi="Corbel"/>
              </w:rPr>
              <w:t>Trzpioła</w:t>
            </w:r>
            <w:proofErr w:type="spellEnd"/>
            <w:r w:rsidRPr="00D84A37">
              <w:rPr>
                <w:rFonts w:ascii="Corbel" w:hAnsi="Corbel"/>
              </w:rPr>
              <w:t>, M. Grabowska-</w:t>
            </w:r>
            <w:proofErr w:type="spellStart"/>
            <w:r w:rsidRPr="00D84A37">
              <w:rPr>
                <w:rFonts w:ascii="Corbel" w:hAnsi="Corbel"/>
              </w:rPr>
              <w:t>Peda</w:t>
            </w:r>
            <w:proofErr w:type="spellEnd"/>
            <w:r w:rsidRPr="00D84A37">
              <w:rPr>
                <w:rFonts w:ascii="Corbel" w:hAnsi="Corbel"/>
              </w:rPr>
              <w:t xml:space="preserve">, M. </w:t>
            </w:r>
            <w:proofErr w:type="spellStart"/>
            <w:r w:rsidRPr="00D84A37">
              <w:rPr>
                <w:rFonts w:ascii="Corbel" w:hAnsi="Corbel"/>
              </w:rPr>
              <w:t>Peda</w:t>
            </w:r>
            <w:proofErr w:type="spellEnd"/>
            <w:r w:rsidRPr="00D84A37">
              <w:rPr>
                <w:rFonts w:ascii="Corbel" w:hAnsi="Corbel"/>
              </w:rPr>
              <w:t xml:space="preserve">, S. </w:t>
            </w:r>
            <w:proofErr w:type="spellStart"/>
            <w:r w:rsidRPr="00D84A37">
              <w:rPr>
                <w:rFonts w:ascii="Corbel" w:hAnsi="Corbel"/>
              </w:rPr>
              <w:t>Liżewski</w:t>
            </w:r>
            <w:proofErr w:type="spellEnd"/>
            <w:r w:rsidRPr="00D84A37">
              <w:rPr>
                <w:rFonts w:ascii="Corbel" w:hAnsi="Corbel"/>
              </w:rPr>
              <w:t>, Ustawa o działalności pożytku publicznego i o wolontariacie z komentarzem ekspertów, Warszawa 2019,</w:t>
            </w:r>
          </w:p>
          <w:p w:rsidRPr="00D84A37" w:rsidR="006A039C" w:rsidP="006A039C" w:rsidRDefault="006A039C" w14:paraId="4DE3FB48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D84A37">
              <w:rPr>
                <w:rFonts w:ascii="Corbel" w:hAnsi="Corbel"/>
              </w:rPr>
              <w:t>R. Barański, J. Kotowski, Fundacje i stowarzyszenia, Warszawa 2016,</w:t>
            </w:r>
          </w:p>
          <w:p w:rsidRPr="00E037E0" w:rsidR="006A039C" w:rsidP="00E037E0" w:rsidRDefault="00E037E0" w14:paraId="3E2BC91B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E037E0">
              <w:rPr>
                <w:rFonts w:ascii="Corbel" w:hAnsi="Corbel"/>
              </w:rPr>
              <w:t xml:space="preserve">A. Barczewska-Dziobek, </w:t>
            </w:r>
            <w:r w:rsidRPr="00E037E0">
              <w:rPr>
                <w:rStyle w:val="f245a"/>
                <w:rFonts w:ascii="Corbel" w:hAnsi="Corbel"/>
                <w:color w:val="000000"/>
                <w:szCs w:val="21"/>
                <w:shd w:val="clear" w:color="auto" w:fill="FFFFFF"/>
              </w:rPr>
              <w:t>Współpraca jednostek samorządu terytorialnego z organizacjami pozarządowymi</w:t>
            </w:r>
            <w:r>
              <w:rPr>
                <w:rStyle w:val="f245a"/>
                <w:rFonts w:ascii="Corbel" w:hAnsi="Corbel"/>
                <w:color w:val="000000"/>
                <w:szCs w:val="21"/>
                <w:shd w:val="clear" w:color="auto" w:fill="FFFFFF"/>
              </w:rPr>
              <w:t xml:space="preserve"> - </w:t>
            </w:r>
            <w:r w:rsidRPr="00E037E0">
              <w:rPr>
                <w:rStyle w:val="f245b"/>
                <w:rFonts w:ascii="Corbel" w:hAnsi="Corbel"/>
                <w:color w:val="000000"/>
                <w:szCs w:val="21"/>
                <w:shd w:val="clear" w:color="auto" w:fill="FFFFFF"/>
              </w:rPr>
              <w:t xml:space="preserve">geneza rozwiązań, </w:t>
            </w:r>
            <w:r>
              <w:rPr>
                <w:rStyle w:val="f245b"/>
                <w:rFonts w:ascii="Corbel" w:hAnsi="Corbel"/>
                <w:color w:val="000000"/>
                <w:szCs w:val="21"/>
                <w:shd w:val="clear" w:color="auto" w:fill="FFFFFF"/>
              </w:rPr>
              <w:t>„Samorząd Terytorialny”, 1-2/2016.</w:t>
            </w:r>
          </w:p>
        </w:tc>
      </w:tr>
      <w:tr w:rsidRPr="00E037E0" w:rsidR="006A039C" w:rsidTr="04CB3DB2" w14:paraId="35549EA2" w14:textId="77777777">
        <w:trPr>
          <w:trHeight w:val="397"/>
        </w:trPr>
        <w:tc>
          <w:tcPr>
            <w:tcW w:w="7513" w:type="dxa"/>
            <w:tcMar/>
          </w:tcPr>
          <w:p w:rsidRPr="00D84A37" w:rsidR="006A039C" w:rsidP="04CB3DB2" w:rsidRDefault="006A039C" w14:paraId="0BF5E086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4CB3DB2" w:rsidR="006A039C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4CB3DB2" w:rsidP="04CB3DB2" w:rsidRDefault="04CB3DB2" w14:paraId="1DB3A5E9" w14:textId="5B04B31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84A37" w:rsidR="006A039C" w:rsidP="006A039C" w:rsidRDefault="006A039C" w14:paraId="72B337D0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D84A3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:rsidRPr="00E037E0" w:rsidR="006A039C" w:rsidP="006A039C" w:rsidRDefault="006A039C" w14:paraId="60711D2C" w14:textId="77777777">
            <w:pPr>
              <w:pStyle w:val="Bezodstpw"/>
              <w:jc w:val="both"/>
              <w:rPr>
                <w:rFonts w:ascii="Corbel" w:hAnsi="Corbel"/>
                <w:lang w:val="en-US"/>
              </w:rPr>
            </w:pPr>
            <w:r w:rsidRPr="00D84A37">
              <w:rPr>
                <w:rFonts w:ascii="Corbel" w:hAnsi="Corbel"/>
              </w:rPr>
              <w:t xml:space="preserve">P. Staszczyk, Ustawa o działalności pożytku publicznego i o wolontariacie. </w:t>
            </w:r>
            <w:proofErr w:type="spellStart"/>
            <w:r w:rsidRPr="00E037E0">
              <w:rPr>
                <w:rFonts w:ascii="Corbel" w:hAnsi="Corbel"/>
                <w:lang w:val="en-US"/>
              </w:rPr>
              <w:t>Komentarz</w:t>
            </w:r>
            <w:proofErr w:type="spellEnd"/>
            <w:r w:rsidRPr="00E037E0">
              <w:rPr>
                <w:rFonts w:ascii="Corbel" w:hAnsi="Corbel"/>
                <w:lang w:val="en-US"/>
              </w:rPr>
              <w:t>, Warszawa 2013</w:t>
            </w:r>
            <w:r w:rsidRPr="00E037E0" w:rsidR="00E037E0">
              <w:rPr>
                <w:rFonts w:ascii="Corbel" w:hAnsi="Corbel"/>
                <w:lang w:val="en-US"/>
              </w:rPr>
              <w:t>,</w:t>
            </w:r>
          </w:p>
          <w:p w:rsidRPr="00E037E0" w:rsidR="00E037E0" w:rsidP="00E037E0" w:rsidRDefault="00E037E0" w14:paraId="6E790F80" w14:textId="77777777">
            <w:pPr>
              <w:pStyle w:val="Bezodstpw"/>
              <w:jc w:val="both"/>
              <w:rPr>
                <w:rFonts w:ascii="Corbel" w:hAnsi="Corbel"/>
                <w:b/>
                <w:smallCaps/>
                <w:lang w:val="en-US"/>
              </w:rPr>
            </w:pPr>
            <w:r w:rsidRPr="00E037E0">
              <w:rPr>
                <w:rFonts w:ascii="Corbel" w:hAnsi="Corbel"/>
                <w:lang w:val="en-US"/>
              </w:rPr>
              <w:t xml:space="preserve">Agata </w:t>
            </w:r>
            <w:proofErr w:type="spellStart"/>
            <w:r w:rsidRPr="00E037E0">
              <w:rPr>
                <w:rFonts w:ascii="Corbel" w:hAnsi="Corbel"/>
                <w:lang w:val="en-US"/>
              </w:rPr>
              <w:t>Barczewska-Dziobek</w:t>
            </w:r>
            <w:proofErr w:type="spellEnd"/>
            <w:r w:rsidRPr="00E037E0">
              <w:rPr>
                <w:rFonts w:ascii="Corbel" w:hAnsi="Corbel"/>
                <w:lang w:val="en-US"/>
              </w:rPr>
              <w:t xml:space="preserve">, </w:t>
            </w:r>
            <w:r w:rsidRPr="00E037E0"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Cooperation of non-governmental </w:t>
            </w:r>
            <w:proofErr w:type="spellStart"/>
            <w:r w:rsidRPr="00E037E0"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organisations</w:t>
            </w:r>
            <w:proofErr w:type="spellEnd"/>
            <w:r w:rsidRPr="00E037E0"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 with public administration as implementation of the constitutional principle of subsidiarity</w:t>
            </w:r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, “</w:t>
            </w:r>
            <w:proofErr w:type="spellStart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Przegląd</w:t>
            </w:r>
            <w:proofErr w:type="spellEnd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Publicznego</w:t>
            </w:r>
            <w:proofErr w:type="spellEnd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”, 10/2016.</w:t>
            </w:r>
          </w:p>
        </w:tc>
      </w:tr>
    </w:tbl>
    <w:p w:rsidRPr="00E037E0" w:rsidR="0085747A" w:rsidP="009C54AE" w:rsidRDefault="0085747A" w14:paraId="0A566D8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E037E0" w:rsidR="0085747A" w:rsidP="009C54AE" w:rsidRDefault="0085747A" w14:paraId="30B431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0BD8FF9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23FF" w:rsidP="00C16ABF" w:rsidRDefault="007923FF" w14:paraId="23639F75" w14:textId="77777777">
      <w:pPr>
        <w:spacing w:after="0" w:line="240" w:lineRule="auto"/>
      </w:pPr>
      <w:r>
        <w:separator/>
      </w:r>
    </w:p>
  </w:endnote>
  <w:endnote w:type="continuationSeparator" w:id="0">
    <w:p w:rsidR="007923FF" w:rsidP="00C16ABF" w:rsidRDefault="007923FF" w14:paraId="6DB669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23FF" w:rsidP="00C16ABF" w:rsidRDefault="007923FF" w14:paraId="28B7B5F6" w14:textId="77777777">
      <w:pPr>
        <w:spacing w:after="0" w:line="240" w:lineRule="auto"/>
      </w:pPr>
      <w:r>
        <w:separator/>
      </w:r>
    </w:p>
  </w:footnote>
  <w:footnote w:type="continuationSeparator" w:id="0">
    <w:p w:rsidR="007923FF" w:rsidP="00C16ABF" w:rsidRDefault="007923FF" w14:paraId="0071835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5E599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26"/>
    <w:rsid w:val="0006011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6D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3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22B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B1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3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C6F"/>
    <w:rsid w:val="00763BF1"/>
    <w:rsid w:val="00766FD4"/>
    <w:rsid w:val="0078168C"/>
    <w:rsid w:val="00787C2A"/>
    <w:rsid w:val="00790E27"/>
    <w:rsid w:val="007923F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3D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80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7E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3D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FE6"/>
    <w:rsid w:val="00F83B28"/>
    <w:rsid w:val="00F974DA"/>
    <w:rsid w:val="00FA46E5"/>
    <w:rsid w:val="00FB7DBA"/>
    <w:rsid w:val="00FC1C25"/>
    <w:rsid w:val="00FC3F45"/>
    <w:rsid w:val="00FC5F0B"/>
    <w:rsid w:val="00FD503F"/>
    <w:rsid w:val="00FD7589"/>
    <w:rsid w:val="00FF016A"/>
    <w:rsid w:val="00FF1401"/>
    <w:rsid w:val="00FF5E7D"/>
    <w:rsid w:val="04CB3DB2"/>
    <w:rsid w:val="071103DD"/>
    <w:rsid w:val="095EC2D6"/>
    <w:rsid w:val="0DE662EB"/>
    <w:rsid w:val="1425FD34"/>
    <w:rsid w:val="2492AE61"/>
    <w:rsid w:val="280D79A8"/>
    <w:rsid w:val="2AA89F50"/>
    <w:rsid w:val="34A00F1D"/>
    <w:rsid w:val="44F63A5A"/>
    <w:rsid w:val="468CB604"/>
    <w:rsid w:val="50776049"/>
    <w:rsid w:val="57E147F6"/>
    <w:rsid w:val="7069EB34"/>
    <w:rsid w:val="77DA72D5"/>
    <w:rsid w:val="78E326BC"/>
    <w:rsid w:val="7E18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C433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245a" w:customStyle="1">
    <w:name w:val="f_245a"/>
    <w:basedOn w:val="Domylnaczcionkaakapitu"/>
    <w:rsid w:val="00E037E0"/>
  </w:style>
  <w:style w:type="character" w:styleId="f245b" w:customStyle="1">
    <w:name w:val="f_245b"/>
    <w:basedOn w:val="Domylnaczcionkaakapitu"/>
    <w:rsid w:val="00E03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5D831-6D92-47D0-8A10-48726673208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10</revision>
  <lastPrinted>2019-02-06T12:12:00.0000000Z</lastPrinted>
  <dcterms:created xsi:type="dcterms:W3CDTF">2021-12-08T17:45:00.0000000Z</dcterms:created>
  <dcterms:modified xsi:type="dcterms:W3CDTF">2022-01-21T12:26:00.2639484Z</dcterms:modified>
</coreProperties>
</file>